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B24640" w:rsidRDefault="00DF2E58" w:rsidP="00880F60">
      <w:pPr>
        <w:pStyle w:val="Title"/>
        <w:rPr>
          <w:lang w:val="pt-BR"/>
        </w:rPr>
      </w:pPr>
      <w:r w:rsidRPr="00B24640">
        <w:rPr>
          <w:rFonts w:ascii="Georgia" w:eastAsia="Georgia" w:hAnsi="Georgia" w:cs="Georgia"/>
          <w:bCs/>
          <w:iCs/>
          <w:lang w:val="pt-BR"/>
        </w:rPr>
        <w:t>Material B</w:t>
      </w:r>
    </w:p>
    <w:p w:rsidR="002F372E" w:rsidRPr="00B24640" w:rsidRDefault="00DF2E58" w:rsidP="00FB5286">
      <w:pPr>
        <w:pStyle w:val="Subtitle"/>
        <w:rPr>
          <w:lang w:val="pt-BR"/>
        </w:rPr>
      </w:pPr>
      <w:r w:rsidRPr="00B24640">
        <w:rPr>
          <w:rFonts w:ascii="Georgia" w:eastAsia="Georgia" w:hAnsi="Georgia" w:cs="Georgia"/>
          <w:lang w:val="pt-BR"/>
        </w:rPr>
        <w:t xml:space="preserve">Calculando lucros e perdas </w:t>
      </w:r>
    </w:p>
    <w:p w:rsidR="00E55315" w:rsidRPr="00B24640" w:rsidRDefault="00DF2E58" w:rsidP="002F59B8">
      <w:pPr>
        <w:pStyle w:val="ListNumber"/>
        <w:tabs>
          <w:tab w:val="clear" w:pos="403"/>
        </w:tabs>
        <w:ind w:left="360" w:hanging="360"/>
        <w:rPr>
          <w:lang w:val="pt-BR"/>
        </w:rPr>
      </w:pPr>
      <w:r w:rsidRPr="00B24640">
        <w:rPr>
          <w:rFonts w:eastAsia="Georgia" w:cs="Georgia"/>
          <w:lang w:val="pt-BR"/>
        </w:rPr>
        <w:t>Manuel comprou cinco ações da Apple em 28 de fevereiro de 2007. Cada ação custou US$ 86. Ele vendeu a ação em 16 de março de 2010, por US$ 342. Qual foi seu lucro ou perda?</w:t>
      </w:r>
    </w:p>
    <w:p w:rsidR="00BE2149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372E" w:rsidRPr="00B24640" w:rsidRDefault="00DF2E58" w:rsidP="002F59B8">
      <w:pPr>
        <w:pStyle w:val="ListNumber"/>
        <w:tabs>
          <w:tab w:val="clear" w:pos="403"/>
        </w:tabs>
        <w:ind w:left="360" w:hanging="360"/>
        <w:rPr>
          <w:lang w:val="pt-BR"/>
        </w:rPr>
      </w:pPr>
      <w:r w:rsidRPr="00B24640">
        <w:rPr>
          <w:rFonts w:eastAsia="Georgia" w:cs="Georgia"/>
          <w:lang w:val="pt-BR"/>
        </w:rPr>
        <w:t>Manuel também comprou e vendeu ações da The Home Depot. Ele comprou 10 ações em 16 de janeiro de 2007, por US$ 40 cada. Ele as vendeu em 18 de janeiro de 2011, por US$ 36 cada. Qual foi seu lucro ou perda?</w:t>
      </w: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p w:rsidR="002F59B8" w:rsidRPr="00B24640" w:rsidRDefault="00C747EE" w:rsidP="002F59B8">
      <w:pPr>
        <w:pStyle w:val="BodyText"/>
        <w:rPr>
          <w:lang w:val="pt-BR"/>
        </w:rPr>
      </w:pPr>
    </w:p>
    <w:sectPr w:rsidR="002F59B8" w:rsidRPr="00B24640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E58" w:rsidRDefault="00DF2E58" w:rsidP="00CB2CC0">
      <w:pPr>
        <w:spacing w:after="0" w:line="240" w:lineRule="auto"/>
      </w:pPr>
      <w:r>
        <w:separator/>
      </w:r>
    </w:p>
  </w:endnote>
  <w:endnote w:type="continuationSeparator" w:id="0">
    <w:p w:rsidR="00DF2E58" w:rsidRDefault="00DF2E58" w:rsidP="00CB2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7D7CD5">
    <w:pPr>
      <w:pStyle w:val="Footer"/>
    </w:pPr>
    <w:r w:rsidRPr="007D7CD5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45.55pt;height:36.8pt;z-index:251658240" filled="f" stroked="f">
          <v:textbox style="mso-fit-shape-to-text:t" inset="0,0,0,0">
            <w:txbxContent>
              <w:p w:rsidR="00804ABC" w:rsidRPr="003F68B3" w:rsidRDefault="00DF2E58" w:rsidP="00D52229">
                <w:pPr>
                  <w:pStyle w:val="Copyright"/>
                  <w:rPr>
                    <w:lang w:val="pt-PT"/>
                  </w:rPr>
                </w:pPr>
                <w:r w:rsidRPr="00291E44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DF2E58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E58" w:rsidRDefault="00DF2E58" w:rsidP="00CB2CC0">
      <w:pPr>
        <w:spacing w:after="0" w:line="240" w:lineRule="auto"/>
      </w:pPr>
      <w:r>
        <w:separator/>
      </w:r>
    </w:p>
  </w:footnote>
  <w:footnote w:type="continuationSeparator" w:id="0">
    <w:p w:rsidR="00DF2E58" w:rsidRDefault="00DF2E58" w:rsidP="00CB2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CB2CC0" w:rsidTr="0084517A">
      <w:tc>
        <w:tcPr>
          <w:tcW w:w="5000" w:type="pct"/>
        </w:tcPr>
        <w:p w:rsidR="002F372E" w:rsidRPr="009B5B65" w:rsidRDefault="00C747EE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7D7CD5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F2E58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467A1A6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6E8EA8D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FFCE1D8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8DEE1A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4378BA8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617C667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5B484CB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87B0D59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3594F24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B64882B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38F2FE10" w:tentative="1">
      <w:start w:val="1"/>
      <w:numFmt w:val="lowerLetter"/>
      <w:lvlText w:val="%2."/>
      <w:lvlJc w:val="left"/>
      <w:pPr>
        <w:ind w:left="2246" w:hanging="360"/>
      </w:pPr>
    </w:lvl>
    <w:lvl w:ilvl="2" w:tplc="7500E862" w:tentative="1">
      <w:start w:val="1"/>
      <w:numFmt w:val="lowerRoman"/>
      <w:lvlText w:val="%3."/>
      <w:lvlJc w:val="right"/>
      <w:pPr>
        <w:ind w:left="2966" w:hanging="180"/>
      </w:pPr>
    </w:lvl>
    <w:lvl w:ilvl="3" w:tplc="92A8A7B0" w:tentative="1">
      <w:start w:val="1"/>
      <w:numFmt w:val="decimal"/>
      <w:lvlText w:val="%4."/>
      <w:lvlJc w:val="left"/>
      <w:pPr>
        <w:ind w:left="3686" w:hanging="360"/>
      </w:pPr>
    </w:lvl>
    <w:lvl w:ilvl="4" w:tplc="BC86E380" w:tentative="1">
      <w:start w:val="1"/>
      <w:numFmt w:val="lowerLetter"/>
      <w:lvlText w:val="%5."/>
      <w:lvlJc w:val="left"/>
      <w:pPr>
        <w:ind w:left="4406" w:hanging="360"/>
      </w:pPr>
    </w:lvl>
    <w:lvl w:ilvl="5" w:tplc="22F21F7E" w:tentative="1">
      <w:start w:val="1"/>
      <w:numFmt w:val="lowerRoman"/>
      <w:lvlText w:val="%6."/>
      <w:lvlJc w:val="right"/>
      <w:pPr>
        <w:ind w:left="5126" w:hanging="180"/>
      </w:pPr>
    </w:lvl>
    <w:lvl w:ilvl="6" w:tplc="A7A4C4DC" w:tentative="1">
      <w:start w:val="1"/>
      <w:numFmt w:val="decimal"/>
      <w:lvlText w:val="%7."/>
      <w:lvlJc w:val="left"/>
      <w:pPr>
        <w:ind w:left="5846" w:hanging="360"/>
      </w:pPr>
    </w:lvl>
    <w:lvl w:ilvl="7" w:tplc="9FB69278" w:tentative="1">
      <w:start w:val="1"/>
      <w:numFmt w:val="lowerLetter"/>
      <w:lvlText w:val="%8."/>
      <w:lvlJc w:val="left"/>
      <w:pPr>
        <w:ind w:left="6566" w:hanging="360"/>
      </w:pPr>
    </w:lvl>
    <w:lvl w:ilvl="8" w:tplc="6E064DB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8C28649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B1D6027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8B0CC44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30AF3C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916511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70B4222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68A25E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8EE7FB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26AB94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0D36385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FA6A6E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AE0E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F483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0E8D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403E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0F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AA7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907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13889320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B582B4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E4D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A5F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45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0A7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2AD6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4E3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5AFD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CB2CC0"/>
    <w:rsid w:val="003F68B3"/>
    <w:rsid w:val="007D7CD5"/>
    <w:rsid w:val="00B24640"/>
    <w:rsid w:val="00C747EE"/>
    <w:rsid w:val="00CB2CC0"/>
    <w:rsid w:val="00DF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79744-6C12-4CB8-91EE-B0675060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2012-08-31T10:15:00Z</cp:lastPrinted>
  <dcterms:created xsi:type="dcterms:W3CDTF">2012-12-26T04:50:00Z</dcterms:created>
  <dcterms:modified xsi:type="dcterms:W3CDTF">2012-12-26T04:50:00Z</dcterms:modified>
</cp:coreProperties>
</file>